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C9733B5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277EC7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C3AC41E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7210FA" w:rsidRPr="00EB137C">
        <w:rPr>
          <w:rFonts w:cstheme="minorHAnsi"/>
          <w:noProof/>
          <w:szCs w:val="18"/>
          <w:lang w:eastAsia="pl-PL"/>
        </w:rPr>
        <w:t>POST/DYS/OW/GZ/00183/2026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7210FA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3E4BF440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7210FA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45F6CC1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7210FA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619E8C17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7210FA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7210FA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D964EE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7210FA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7210FA" w:rsidRPr="00EB137C">
        <w:rPr>
          <w:rFonts w:cstheme="minorHAnsi"/>
          <w:b/>
          <w:noProof/>
        </w:rPr>
        <w:t>POST/DYS/OW/GZ/00183/2026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FFC93B6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210FA" w:rsidRPr="00EB137C">
        <w:rPr>
          <w:rFonts w:cstheme="minorHAnsi"/>
          <w:noProof/>
          <w:lang w:eastAsia="pl-PL"/>
        </w:rPr>
        <w:t>POST/DYS/OW/GZ/00183/2026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7210FA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5EE7E89D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210FA" w:rsidRPr="00EB137C">
        <w:rPr>
          <w:rFonts w:cstheme="minorHAnsi"/>
          <w:noProof/>
          <w:lang w:eastAsia="pl-PL"/>
        </w:rPr>
        <w:t>POST/DYS/OW/GZ/00183/2026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7210FA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74B4DE0F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7210FA" w:rsidRPr="00EB137C">
        <w:rPr>
          <w:rFonts w:cstheme="minorHAnsi"/>
          <w:noProof/>
          <w:lang w:eastAsia="pl-PL"/>
        </w:rPr>
        <w:t>POST/DYS/OW/GZ/00183/2026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7210FA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2B3AD90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210FA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nr R11 Gmina Prażmów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6A60140B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210FA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POST/DYS/OW/GZ/00183/2026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77EC7"/>
    <w:rsid w:val="002800BC"/>
    <w:rsid w:val="00286533"/>
    <w:rsid w:val="00292B26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454C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1A5B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4E5B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10FA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2BE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D663E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2C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60C6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16719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0513B"/>
    <w:rsid w:val="00F163CD"/>
    <w:rsid w:val="00F21DD8"/>
    <w:rsid w:val="00F25128"/>
    <w:rsid w:val="00F32BD1"/>
    <w:rsid w:val="00F3414F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1C4C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183_zał nr 4, 6, 7, 8, 11 do SWZ.docx</dmsv2BaseFileName>
    <dmsv2BaseDisplayName xmlns="http://schemas.microsoft.com/sharepoint/v3">183_zał nr 4, 6, 7, 8, 11 do SWZ</dmsv2BaseDisplayName>
    <dmsv2SWPP2ObjectNumber xmlns="http://schemas.microsoft.com/sharepoint/v3">POST/DYS/OW/GZ/00183/2026                         </dmsv2SWPP2ObjectNumber>
    <dmsv2SWPP2SumMD5 xmlns="http://schemas.microsoft.com/sharepoint/v3">ef31139c7d516a539b54c90e5cef3937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24188022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JEUP5JKVCYQC-1398355148-10957</_dlc_DocId>
    <_dlc_DocIdUrl xmlns="a19cb1c7-c5c7-46d4-85ae-d83685407bba">
      <Url>https://swpp2.dms.gkpge.pl/sites/41/_layouts/15/DocIdRedir.aspx?ID=JEUP5JKVCYQC-1398355148-10957</Url>
      <Description>JEUP5JKVCYQC-1398355148-10957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71A71A-B2A8-45CF-A286-8CC3A96F28C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FFD50A-53C2-4D93-ACBA-D3088EB30DE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5178</Words>
  <Characters>31069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2026-01-26T08:48:00Z</dcterms:created>
  <dcterms:modified xsi:type="dcterms:W3CDTF">2026-01-26T08:48:00Z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dd0ea526-a992-487d-977a-8071c1115000</vt:lpwstr>
  </property>
</Properties>
</file>